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94"/>
        <w:gridCol w:w="4644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Defintion: 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compat/>
  <w:rsids>
    <w:rsidRoot w:val="008E1433"/>
    <w:rsid w:val="001D389A"/>
    <w:rsid w:val="0039291A"/>
    <w:rsid w:val="003A37C7"/>
    <w:rsid w:val="003C456B"/>
    <w:rsid w:val="003D004D"/>
    <w:rsid w:val="00480FC9"/>
    <w:rsid w:val="004F7C77"/>
    <w:rsid w:val="005E5126"/>
    <w:rsid w:val="00830AA8"/>
    <w:rsid w:val="008E1433"/>
    <w:rsid w:val="00A36B4B"/>
    <w:rsid w:val="00D21F89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awg4\StudentPublic\7th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0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17stuckm</dc:creator>
  <cp:keywords/>
  <dc:description/>
  <cp:lastModifiedBy>17stuckm</cp:lastModifiedBy>
  <cp:revision>1</cp:revision>
  <dcterms:created xsi:type="dcterms:W3CDTF">2011-09-06T17:26:00Z</dcterms:created>
  <dcterms:modified xsi:type="dcterms:W3CDTF">2011-09-06T17:26:00Z</dcterms:modified>
</cp:coreProperties>
</file>